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Wzór umowy powierzenia przetwarzania danych -.docx</dmsv2BaseFileName>
    <dmsv2BaseDisplayName xmlns="http://schemas.microsoft.com/sharepoint/v3">Załącznik nr 6 Wzór umowy powierzenia przetwarzania danych -</dmsv2BaseDisplayName>
    <dmsv2SWPP2ObjectNumber xmlns="http://schemas.microsoft.com/sharepoint/v3">POST/DYS/OLD/GZ/04664/2025                        </dmsv2SWPP2ObjectNumber>
    <dmsv2SWPP2SumMD5 xmlns="http://schemas.microsoft.com/sharepoint/v3">2b40d9cce50e40cdbdc4e2c2e0ff922b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24111188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JEUP5JKVCYQC-922955212-18108</_dlc_DocId>
    <_dlc_DocIdUrl xmlns="a19cb1c7-c5c7-46d4-85ae-d83685407bba">
      <Url>https://swpp2.dms.gkpge.pl/sites/41/_layouts/15/DocIdRedir.aspx?ID=JEUP5JKVCYQC-922955212-18108</Url>
      <Description>JEUP5JKVCYQC-922955212-18108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3618AFF7-8573-4402-A4ED-4E2BE66182D3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54D9B8B-336C-4F0F-8F18-D22413E6CE6A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de0c19aa-753c-40ba-a385-a1c3826c2f2a</vt:lpwstr>
  </property>
</Properties>
</file>